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2BF40C20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5C4230" w:rsidRPr="00F00592">
        <w:rPr>
          <w:rFonts w:cs="Arial"/>
          <w:color w:val="000000"/>
          <w:sz w:val="22"/>
        </w:rPr>
        <w:t>02.05</w:t>
      </w:r>
      <w:r w:rsidRPr="00F00592">
        <w:rPr>
          <w:rFonts w:cs="Arial"/>
          <w:color w:val="000000"/>
          <w:sz w:val="22"/>
        </w:rPr>
        <w:t>.2025 nr JV-MAA-1/</w:t>
      </w:r>
      <w:r w:rsidR="00F00592" w:rsidRPr="00F00592">
        <w:rPr>
          <w:rFonts w:cs="Arial"/>
          <w:color w:val="000000"/>
          <w:sz w:val="22"/>
        </w:rPr>
        <w:t>2085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082"/>
      </w:tblGrid>
      <w:tr w:rsidR="000505BA" w:rsidRPr="000B2E35" w14:paraId="5CF7D843" w14:textId="77777777" w:rsidTr="00DB14F4">
        <w:trPr>
          <w:trHeight w:val="417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DB14F4">
        <w:trPr>
          <w:trHeight w:val="4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DB14F4">
        <w:trPr>
          <w:trHeight w:val="272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DB14F4">
        <w:trPr>
          <w:trHeight w:val="421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DB14F4">
        <w:trPr>
          <w:trHeight w:val="615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DB14F4">
        <w:trPr>
          <w:trHeight w:val="94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DB14F4">
        <w:trPr>
          <w:trHeight w:val="93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DB14F4">
        <w:trPr>
          <w:trHeight w:val="93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08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77777777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Elektrivõrguga  liitumine, elektrimaakaabelliin</w:t>
            </w:r>
          </w:p>
        </w:tc>
      </w:tr>
      <w:tr w:rsidR="000505BA" w:rsidRPr="000B2E35" w14:paraId="4433B2A0" w14:textId="77777777" w:rsidTr="00DB14F4">
        <w:trPr>
          <w:trHeight w:val="155"/>
        </w:trPr>
        <w:tc>
          <w:tcPr>
            <w:tcW w:w="325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DB14F4">
        <w:trPr>
          <w:trHeight w:val="580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DAA5DF1" w14:textId="4D872082" w:rsidR="000505BA" w:rsidRPr="003D1574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</w:t>
            </w:r>
            <w:r w:rsidR="002935B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:</w:t>
            </w:r>
            <w:r w:rsidR="002935BE">
              <w:t xml:space="preserve"> </w:t>
            </w:r>
            <w:r w:rsidR="002935BE" w:rsidRPr="002935BE">
              <w:rPr>
                <w:rFonts w:ascii="Calibri" w:eastAsia="Calibri" w:hAnsi="Calibri"/>
                <w:sz w:val="22"/>
                <w:szCs w:val="22"/>
                <w:lang w:val="et-EE"/>
              </w:rPr>
              <w:t>LC2901</w:t>
            </w:r>
            <w:r w:rsidR="002935BE">
              <w:rPr>
                <w:rFonts w:ascii="Calibri" w:eastAsia="Calibri" w:hAnsi="Calibri"/>
                <w:sz w:val="22"/>
                <w:szCs w:val="22"/>
                <w:lang w:val="et-EE"/>
              </w:rPr>
              <w:t>,</w:t>
            </w:r>
            <w:r w:rsidR="00E42373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 w:rsidR="002935BE" w:rsidRPr="002935BE">
              <w:rPr>
                <w:rFonts w:ascii="Calibri" w:eastAsia="Calibri" w:hAnsi="Calibri"/>
                <w:sz w:val="22"/>
                <w:szCs w:val="22"/>
                <w:lang w:val="et-EE"/>
              </w:rPr>
              <w:t>IP7457</w:t>
            </w:r>
          </w:p>
          <w:p w14:paraId="388C2456" w14:textId="0B2906E1" w:rsidR="002935BE" w:rsidRPr="000B2E35" w:rsidRDefault="002935BE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„</w:t>
            </w:r>
            <w:r w:rsidRPr="002935BE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Paemetsa kinnistu peakaitsme nimivoolu suurendamine Mäetaguse alevik, Alutaguse vald, Ida-Viru maakond. </w:t>
            </w:r>
          </w:p>
          <w:p w14:paraId="0BE2F00C" w14:textId="1D907B72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70389172" w14:textId="77777777" w:rsidTr="00DB14F4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CEAE872" w14:textId="77777777" w:rsidR="00D77FE1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Projekti </w:t>
            </w:r>
            <w:r w:rsidRPr="00D27110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koostaja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: </w:t>
            </w:r>
            <w:r w:rsidR="00D77F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Harri Laks</w:t>
            </w:r>
          </w:p>
          <w:p w14:paraId="293EFB39" w14:textId="72E7EF78" w:rsidR="000505BA" w:rsidRPr="000B2E35" w:rsidRDefault="00D77FE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proofErr w:type="spellStart"/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Stromtec</w:t>
            </w:r>
            <w:proofErr w:type="spellEnd"/>
            <w:r w:rsidR="000505BA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DB14F4">
        <w:trPr>
          <w:trHeight w:val="580"/>
        </w:trPr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1ABC2883" w:rsidR="000505BA" w:rsidRPr="000B2E35" w:rsidRDefault="00D77FE1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D77FE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04.04.2025  nr 7.1-2/25/5394-2</w:t>
            </w:r>
          </w:p>
        </w:tc>
      </w:tr>
      <w:tr w:rsidR="000505BA" w:rsidRPr="000B2E35" w14:paraId="5C928269" w14:textId="77777777" w:rsidTr="00DB14F4">
        <w:trPr>
          <w:trHeight w:val="312"/>
        </w:trPr>
        <w:tc>
          <w:tcPr>
            <w:tcW w:w="3256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hideMark/>
          </w:tcPr>
          <w:p w14:paraId="60513F7F" w14:textId="20931C9A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E42373">
              <w:rPr>
                <w:rFonts w:ascii="Times New Roman" w:hAnsi="Times New Roman"/>
                <w:b/>
                <w:lang w:val="et-EE"/>
              </w:rPr>
              <w:t>13209 Mäetaguse</w:t>
            </w:r>
            <w:r w:rsidRPr="008F0BAD">
              <w:rPr>
                <w:rFonts w:ascii="Times New Roman" w:hAnsi="Times New Roman"/>
                <w:b/>
                <w:lang w:val="et-EE"/>
              </w:rPr>
              <w:t xml:space="preserve"> tee</w:t>
            </w: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DB14F4">
        <w:trPr>
          <w:trHeight w:val="415"/>
        </w:trPr>
        <w:tc>
          <w:tcPr>
            <w:tcW w:w="3256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bottom w:val="single" w:sz="4" w:space="0" w:color="auto"/>
            </w:tcBorders>
            <w:hideMark/>
          </w:tcPr>
          <w:p w14:paraId="300F1905" w14:textId="28E93485" w:rsidR="000505BA" w:rsidRPr="00076563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Tunnus</w:t>
            </w:r>
            <w:r>
              <w:rPr>
                <w:rFonts w:ascii="Times New Roman" w:hAnsi="Times New Roman"/>
                <w:bCs/>
                <w:lang w:val="et-EE"/>
              </w:rPr>
              <w:t>:</w:t>
            </w:r>
            <w:r w:rsidR="00E42373">
              <w:rPr>
                <w:rFonts w:ascii="Times New Roman" w:hAnsi="Times New Roman"/>
                <w:bCs/>
                <w:lang w:val="et-EE"/>
              </w:rPr>
              <w:t>49801:</w:t>
            </w:r>
            <w:r w:rsidR="00227EE8">
              <w:rPr>
                <w:rFonts w:ascii="Times New Roman" w:hAnsi="Times New Roman"/>
                <w:bCs/>
                <w:lang w:val="et-EE"/>
              </w:rPr>
              <w:t>001:0525</w:t>
            </w:r>
          </w:p>
          <w:p w14:paraId="4E3FA0CB" w14:textId="7FC67F2D" w:rsidR="000505BA" w:rsidRPr="00076563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Kinnistu registriosa nr. </w:t>
            </w:r>
            <w:r w:rsidR="00227EE8">
              <w:rPr>
                <w:rFonts w:ascii="Times New Roman" w:hAnsi="Times New Roman"/>
                <w:bCs/>
                <w:lang w:val="et-EE"/>
              </w:rPr>
              <w:t>7971050</w:t>
            </w:r>
          </w:p>
          <w:p w14:paraId="7A086CA0" w14:textId="3DEB3A7F" w:rsidR="000505BA" w:rsidRPr="008E5621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 xml:space="preserve">Lähiaadress: </w:t>
            </w:r>
            <w:r w:rsidR="00227EE8">
              <w:rPr>
                <w:rFonts w:ascii="Times New Roman" w:hAnsi="Times New Roman"/>
                <w:bCs/>
                <w:lang w:val="et-EE"/>
              </w:rPr>
              <w:t>13209  Mäetaguse</w:t>
            </w:r>
            <w:r>
              <w:rPr>
                <w:rFonts w:ascii="Times New Roman" w:hAnsi="Times New Roman"/>
                <w:bCs/>
                <w:lang w:val="et-EE"/>
              </w:rPr>
              <w:t xml:space="preserve"> tee</w:t>
            </w:r>
          </w:p>
          <w:p w14:paraId="303C3102" w14:textId="7EC8F395" w:rsidR="000505BA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076563">
              <w:rPr>
                <w:rFonts w:ascii="Times New Roman" w:hAnsi="Times New Roman"/>
                <w:bCs/>
                <w:lang w:val="et-EE"/>
              </w:rPr>
              <w:t>Riigi kinnisvara objekti kood: KV</w:t>
            </w:r>
            <w:r w:rsidR="00F9746F">
              <w:rPr>
                <w:rFonts w:ascii="Times New Roman" w:hAnsi="Times New Roman"/>
                <w:bCs/>
                <w:lang w:val="et-EE"/>
              </w:rPr>
              <w:t>7834</w:t>
            </w:r>
          </w:p>
          <w:p w14:paraId="1030EF5F" w14:textId="77777777" w:rsidR="000505BA" w:rsidRPr="001F4CFC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POS </w:t>
            </w:r>
            <w:r>
              <w:rPr>
                <w:rFonts w:ascii="Times New Roman" w:hAnsi="Times New Roman"/>
                <w:bCs/>
                <w:lang w:val="et-EE"/>
              </w:rPr>
              <w:t>1</w:t>
            </w:r>
            <w:r w:rsidRPr="001F4CFC">
              <w:rPr>
                <w:rFonts w:ascii="Times New Roman" w:hAnsi="Times New Roman"/>
                <w:bCs/>
                <w:lang w:val="et-EE"/>
              </w:rPr>
              <w:t>: elektri maakaabelliini rajamiseks</w:t>
            </w:r>
          </w:p>
          <w:p w14:paraId="405BDA97" w14:textId="2831EF29" w:rsidR="000505BA" w:rsidRDefault="000505BA" w:rsidP="00DB14F4">
            <w:pPr>
              <w:rPr>
                <w:rFonts w:ascii="Times New Roman" w:hAnsi="Times New Roman"/>
                <w:bCs/>
                <w:lang w:val="et-EE"/>
              </w:rPr>
            </w:pPr>
            <w:r w:rsidRPr="001F4CFC">
              <w:rPr>
                <w:rFonts w:ascii="Times New Roman" w:hAnsi="Times New Roman"/>
                <w:bCs/>
                <w:lang w:val="et-EE"/>
              </w:rPr>
              <w:t xml:space="preserve">Ruumikuju andmed: PARI ID </w:t>
            </w:r>
            <w:r>
              <w:rPr>
                <w:rFonts w:ascii="Times New Roman" w:hAnsi="Times New Roman"/>
                <w:bCs/>
                <w:lang w:val="et-EE"/>
              </w:rPr>
              <w:t>79</w:t>
            </w:r>
            <w:r w:rsidR="00DB14F4">
              <w:rPr>
                <w:rFonts w:ascii="Times New Roman" w:hAnsi="Times New Roman"/>
                <w:bCs/>
                <w:lang w:val="et-EE"/>
              </w:rPr>
              <w:t>5279</w:t>
            </w:r>
          </w:p>
          <w:p w14:paraId="70B4046A" w14:textId="09620F0C" w:rsidR="000505BA" w:rsidRDefault="005623AF" w:rsidP="00DB14F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0C1E92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https://pari.kataster.ee/magic-link/cbac30d1-364b-46cc-a578-192b85645689</w:t>
              </w:r>
            </w:hyperlink>
          </w:p>
          <w:p w14:paraId="1EDDACD9" w14:textId="5F8E926A" w:rsidR="005623AF" w:rsidRPr="000B2E35" w:rsidRDefault="005623AF" w:rsidP="00DB14F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DB14F4" w:rsidRPr="000B2E35" w14:paraId="304B98C2" w14:textId="77777777" w:rsidTr="00DB14F4">
        <w:trPr>
          <w:trHeight w:val="450"/>
        </w:trPr>
        <w:tc>
          <w:tcPr>
            <w:tcW w:w="3256" w:type="dxa"/>
            <w:vMerge w:val="restart"/>
          </w:tcPr>
          <w:p w14:paraId="60DBD07B" w14:textId="6CDAC099" w:rsidR="00DB14F4" w:rsidRDefault="007127AD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DB14F4">
              <w:rPr>
                <w:rFonts w:ascii="Times New Roman" w:hAnsi="Times New Roman"/>
                <w:sz w:val="22"/>
                <w:szCs w:val="22"/>
                <w:lang w:val="et-EE"/>
              </w:rPr>
              <w:t>.</w:t>
            </w:r>
            <w:r w:rsidR="00DB14F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 w:rsidR="00DB14F4"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="00DB14F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6BD9F55E" w14:textId="77777777" w:rsidR="00DB14F4" w:rsidRPr="008342C4" w:rsidRDefault="00DB14F4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23A70C90" w14:textId="00043684" w:rsidR="00DB14F4" w:rsidRPr="008342C4" w:rsidRDefault="007127AD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2</w:t>
            </w:r>
            <w:r w:rsidR="00DB14F4">
              <w:rPr>
                <w:rFonts w:ascii="Times New Roman" w:hAnsi="Times New Roman"/>
                <w:sz w:val="22"/>
                <w:szCs w:val="22"/>
                <w:lang w:val="et-EE"/>
              </w:rPr>
              <w:t>.1.</w:t>
            </w:r>
            <w:r w:rsidR="00DB14F4"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5A99BC10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6D0A427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D364D0D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736C03E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A79E02B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0999CB3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69BB6269" w14:textId="145F5020" w:rsidR="00DB14F4" w:rsidRDefault="00DB14F4" w:rsidP="00DB14F4">
            <w:pPr>
              <w:jc w:val="center"/>
              <w:rPr>
                <w:rFonts w:ascii="Times New Roman" w:eastAsia="Calibri" w:hAnsi="Times New Roman"/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auto"/>
              <w:bottom w:val="single" w:sz="4" w:space="0" w:color="auto"/>
            </w:tcBorders>
          </w:tcPr>
          <w:p w14:paraId="301D5904" w14:textId="63AED49E" w:rsidR="00DB14F4" w:rsidRPr="00DB14F4" w:rsidRDefault="00DB14F4" w:rsidP="00DB14F4">
            <w:pPr>
              <w:rPr>
                <w:rFonts w:ascii="Times New Roman" w:hAnsi="Times New Roman"/>
                <w:b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/>
                <w:sz w:val="22"/>
                <w:szCs w:val="22"/>
                <w:lang w:val="et-EE"/>
              </w:rPr>
              <w:lastRenderedPageBreak/>
              <w:t xml:space="preserve">Riigitee nr. </w:t>
            </w:r>
            <w:r w:rsidR="005623AF">
              <w:rPr>
                <w:rFonts w:ascii="Times New Roman" w:hAnsi="Times New Roman"/>
                <w:b/>
                <w:sz w:val="22"/>
                <w:szCs w:val="22"/>
                <w:lang w:val="et-EE"/>
              </w:rPr>
              <w:t>13181 Jõetaguse-Aruküla-</w:t>
            </w:r>
            <w:r w:rsidRPr="00DB14F4">
              <w:rPr>
                <w:rFonts w:ascii="Times New Roman" w:hAnsi="Times New Roman"/>
                <w:b/>
                <w:sz w:val="22"/>
                <w:szCs w:val="22"/>
                <w:lang w:val="et-EE"/>
              </w:rPr>
              <w:t xml:space="preserve"> Mäetaguse tee</w:t>
            </w:r>
          </w:p>
          <w:p w14:paraId="54BB4B7B" w14:textId="68FA24F1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</w:p>
        </w:tc>
      </w:tr>
      <w:tr w:rsidR="00DB14F4" w:rsidRPr="000B2E35" w14:paraId="09DC969C" w14:textId="77777777" w:rsidTr="00DB14F4">
        <w:trPr>
          <w:trHeight w:val="2586"/>
        </w:trPr>
        <w:tc>
          <w:tcPr>
            <w:tcW w:w="3256" w:type="dxa"/>
            <w:vMerge/>
          </w:tcPr>
          <w:p w14:paraId="0626466B" w14:textId="77777777" w:rsidR="00DB14F4" w:rsidRDefault="00DB14F4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</w:tc>
        <w:tc>
          <w:tcPr>
            <w:tcW w:w="6082" w:type="dxa"/>
            <w:tcBorders>
              <w:top w:val="single" w:sz="4" w:space="0" w:color="auto"/>
              <w:bottom w:val="single" w:sz="4" w:space="0" w:color="auto"/>
            </w:tcBorders>
          </w:tcPr>
          <w:p w14:paraId="10A6D9A1" w14:textId="7C35402E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Tunnus:4980</w:t>
            </w:r>
            <w:r w:rsidR="005623AF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2</w:t>
            </w: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:00</w:t>
            </w:r>
            <w:r w:rsidR="00DB742D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2</w:t>
            </w: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:0</w:t>
            </w:r>
            <w:r w:rsidR="00DB742D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229</w:t>
            </w:r>
          </w:p>
          <w:p w14:paraId="6BF7A97C" w14:textId="3AD94550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 xml:space="preserve">Kinnistu registriosa nr. </w:t>
            </w:r>
            <w:r w:rsidR="00DB742D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7776650</w:t>
            </w:r>
          </w:p>
          <w:p w14:paraId="172DFC80" w14:textId="606D4BCB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 xml:space="preserve">Lähiaadress: </w:t>
            </w:r>
            <w:r w:rsidR="00DB742D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13181 Jõetaguse-Aruküla-Mäetaguse</w:t>
            </w: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 xml:space="preserve"> tee</w:t>
            </w:r>
          </w:p>
          <w:p w14:paraId="5A3C771E" w14:textId="6C2822A3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Riigi kinnisvara objekti kood: KV</w:t>
            </w:r>
            <w:r w:rsidR="002B43F1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72416</w:t>
            </w:r>
          </w:p>
          <w:p w14:paraId="5CB291B7" w14:textId="77777777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POS 1: elektri maakaabelliini rajamiseks</w:t>
            </w:r>
          </w:p>
          <w:p w14:paraId="498CEED3" w14:textId="29958F14" w:rsidR="00DB14F4" w:rsidRPr="00DB14F4" w:rsidRDefault="00DB14F4" w:rsidP="00DB14F4">
            <w:pPr>
              <w:rPr>
                <w:rFonts w:ascii="Times New Roman" w:hAnsi="Times New Roman"/>
                <w:bCs/>
                <w:sz w:val="22"/>
                <w:szCs w:val="22"/>
                <w:lang w:val="et-EE"/>
              </w:rPr>
            </w:pPr>
            <w:r w:rsidRPr="00DB14F4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Ruumikuju andmed: PARI ID 7952</w:t>
            </w:r>
            <w:r w:rsidR="002B43F1">
              <w:rPr>
                <w:rFonts w:ascii="Times New Roman" w:hAnsi="Times New Roman"/>
                <w:bCs/>
                <w:sz w:val="22"/>
                <w:szCs w:val="22"/>
                <w:lang w:val="et-EE"/>
              </w:rPr>
              <w:t>94</w:t>
            </w:r>
          </w:p>
          <w:p w14:paraId="05683597" w14:textId="09404BB1" w:rsidR="00DB14F4" w:rsidRPr="00DB14F4" w:rsidRDefault="00950164" w:rsidP="00DB14F4">
            <w:pPr>
              <w:rPr>
                <w:rFonts w:ascii="Times New Roman" w:hAnsi="Times New Roman"/>
                <w:b/>
                <w:sz w:val="22"/>
                <w:szCs w:val="22"/>
                <w:lang w:val="et-EE"/>
              </w:rPr>
            </w:pPr>
            <w:hyperlink r:id="rId14" w:history="1">
              <w:r w:rsidRPr="000C1E92">
                <w:rPr>
                  <w:rStyle w:val="Hyperlink"/>
                  <w:rFonts w:ascii="Times New Roman" w:hAnsi="Times New Roman"/>
                  <w:b/>
                  <w:sz w:val="22"/>
                  <w:szCs w:val="22"/>
                  <w:lang w:val="et-EE"/>
                </w:rPr>
                <w:t>https://pari.kataster.ee/magic-link/a1f939ed-a2df-4431-836d-b7ea540f5872</w:t>
              </w:r>
            </w:hyperlink>
            <w:r>
              <w:rPr>
                <w:rFonts w:ascii="Times New Roman" w:hAnsi="Times New Roman"/>
                <w:b/>
                <w:sz w:val="22"/>
                <w:szCs w:val="22"/>
                <w:lang w:val="et-EE"/>
              </w:rPr>
              <w:t xml:space="preserve"> </w:t>
            </w:r>
          </w:p>
        </w:tc>
      </w:tr>
      <w:tr w:rsidR="00DB14F4" w:rsidRPr="000B2E35" w14:paraId="6B1E0704" w14:textId="77777777" w:rsidTr="00DB14F4">
        <w:trPr>
          <w:trHeight w:val="453"/>
        </w:trPr>
        <w:tc>
          <w:tcPr>
            <w:tcW w:w="3256" w:type="dxa"/>
            <w:tcBorders>
              <w:top w:val="single" w:sz="4" w:space="0" w:color="auto"/>
              <w:bottom w:val="single" w:sz="4" w:space="0" w:color="000000"/>
            </w:tcBorders>
          </w:tcPr>
          <w:p w14:paraId="3B8818C7" w14:textId="2476056A" w:rsidR="00DB14F4" w:rsidRPr="000B2E35" w:rsidRDefault="00DB14F4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F2B4C61" w14:textId="5EBA7152" w:rsidR="00DB14F4" w:rsidRDefault="00DB14F4" w:rsidP="00DB14F4">
            <w:pPr>
              <w:rPr>
                <w:rFonts w:ascii="Times New Roman" w:hAnsi="Times New Roman"/>
                <w:bCs/>
                <w:lang w:val="et-EE"/>
              </w:rPr>
            </w:pPr>
            <w:r>
              <w:rPr>
                <w:rFonts w:ascii="Times New Roman" w:hAnsi="Times New Roman"/>
                <w:bCs/>
                <w:lang w:val="et-EE"/>
              </w:rPr>
              <w:t>Elektrilevi OÜ</w:t>
            </w:r>
          </w:p>
        </w:tc>
      </w:tr>
      <w:tr w:rsidR="00DB14F4" w:rsidRPr="000B2E35" w14:paraId="3B899FDB" w14:textId="77777777" w:rsidTr="00DB14F4">
        <w:trPr>
          <w:trHeight w:val="453"/>
        </w:trPr>
        <w:tc>
          <w:tcPr>
            <w:tcW w:w="3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0139B" w14:textId="77777777" w:rsidR="00DB14F4" w:rsidRPr="000B2E35" w:rsidRDefault="00DB14F4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D05F0" w14:textId="77777777" w:rsidR="00DB14F4" w:rsidRPr="000B2E35" w:rsidRDefault="00DB14F4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F935D6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</w:t>
            </w:r>
            <w:r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 xml:space="preserve"> ja kooskõlastus</w:t>
            </w:r>
          </w:p>
        </w:tc>
      </w:tr>
    </w:tbl>
    <w:p w14:paraId="1C349281" w14:textId="77777777" w:rsidR="007127AD" w:rsidRDefault="007127AD" w:rsidP="000505BA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EEDDCEA" w14:textId="2614D9BC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5FF2AC1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Lisad: asendiplaanid, Pari ruumikujud</w:t>
      </w: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93A25" w14:textId="77777777" w:rsidR="009972D0" w:rsidRDefault="009972D0">
      <w:r>
        <w:separator/>
      </w:r>
    </w:p>
  </w:endnote>
  <w:endnote w:type="continuationSeparator" w:id="0">
    <w:p w14:paraId="0F608D4A" w14:textId="77777777" w:rsidR="009972D0" w:rsidRDefault="009972D0">
      <w:r>
        <w:continuationSeparator/>
      </w:r>
    </w:p>
  </w:endnote>
  <w:endnote w:type="continuationNotice" w:id="1">
    <w:p w14:paraId="081E780C" w14:textId="77777777" w:rsidR="009972D0" w:rsidRDefault="009972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A1511" w14:textId="77777777" w:rsidR="009972D0" w:rsidRDefault="009972D0">
      <w:r>
        <w:separator/>
      </w:r>
    </w:p>
  </w:footnote>
  <w:footnote w:type="continuationSeparator" w:id="0">
    <w:p w14:paraId="1A28C8AE" w14:textId="77777777" w:rsidR="009972D0" w:rsidRDefault="009972D0">
      <w:r>
        <w:continuationSeparator/>
      </w:r>
    </w:p>
  </w:footnote>
  <w:footnote w:type="continuationNotice" w:id="1">
    <w:p w14:paraId="195C2FF2" w14:textId="77777777" w:rsidR="009972D0" w:rsidRDefault="009972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B417F"/>
    <w:rsid w:val="000B4850"/>
    <w:rsid w:val="000B57BA"/>
    <w:rsid w:val="000C2E45"/>
    <w:rsid w:val="000F3E27"/>
    <w:rsid w:val="00103444"/>
    <w:rsid w:val="00111A7D"/>
    <w:rsid w:val="00146F8F"/>
    <w:rsid w:val="00162108"/>
    <w:rsid w:val="00176B5D"/>
    <w:rsid w:val="0019253D"/>
    <w:rsid w:val="00194EE7"/>
    <w:rsid w:val="001B46D4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41F5"/>
    <w:rsid w:val="002726A3"/>
    <w:rsid w:val="002732AA"/>
    <w:rsid w:val="002935BE"/>
    <w:rsid w:val="002A1036"/>
    <w:rsid w:val="002A2B20"/>
    <w:rsid w:val="002B43F1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6F35"/>
    <w:rsid w:val="003D782C"/>
    <w:rsid w:val="003F5996"/>
    <w:rsid w:val="00402D9D"/>
    <w:rsid w:val="004170C1"/>
    <w:rsid w:val="00430FA1"/>
    <w:rsid w:val="00470107"/>
    <w:rsid w:val="00491AD7"/>
    <w:rsid w:val="004D1D70"/>
    <w:rsid w:val="004E5DD5"/>
    <w:rsid w:val="0050379B"/>
    <w:rsid w:val="00532D2F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E49AA"/>
    <w:rsid w:val="006F595A"/>
    <w:rsid w:val="00704301"/>
    <w:rsid w:val="0070500B"/>
    <w:rsid w:val="007127AD"/>
    <w:rsid w:val="00755DE3"/>
    <w:rsid w:val="00765D62"/>
    <w:rsid w:val="0077377F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96568"/>
    <w:rsid w:val="008C5B01"/>
    <w:rsid w:val="008D2D2A"/>
    <w:rsid w:val="008D3667"/>
    <w:rsid w:val="008F2A05"/>
    <w:rsid w:val="008F47F1"/>
    <w:rsid w:val="0091258F"/>
    <w:rsid w:val="00912BDF"/>
    <w:rsid w:val="009303BE"/>
    <w:rsid w:val="00930BE5"/>
    <w:rsid w:val="00950164"/>
    <w:rsid w:val="00962A66"/>
    <w:rsid w:val="00963440"/>
    <w:rsid w:val="00992B14"/>
    <w:rsid w:val="009972D0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E1639"/>
    <w:rsid w:val="00AE6B50"/>
    <w:rsid w:val="00AF6389"/>
    <w:rsid w:val="00B05AE2"/>
    <w:rsid w:val="00B33B98"/>
    <w:rsid w:val="00B4021D"/>
    <w:rsid w:val="00B61872"/>
    <w:rsid w:val="00B845CE"/>
    <w:rsid w:val="00B91B48"/>
    <w:rsid w:val="00BA3B23"/>
    <w:rsid w:val="00BD14A4"/>
    <w:rsid w:val="00BF0E4C"/>
    <w:rsid w:val="00BF4038"/>
    <w:rsid w:val="00C0020C"/>
    <w:rsid w:val="00C14ACD"/>
    <w:rsid w:val="00C34030"/>
    <w:rsid w:val="00C526F5"/>
    <w:rsid w:val="00C53640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F283A"/>
    <w:rsid w:val="00DF2D6D"/>
    <w:rsid w:val="00DF3E13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0592"/>
    <w:rsid w:val="00F05A6A"/>
    <w:rsid w:val="00F30F4E"/>
    <w:rsid w:val="00F400F4"/>
    <w:rsid w:val="00F50474"/>
    <w:rsid w:val="00F629CC"/>
    <w:rsid w:val="00F67A7C"/>
    <w:rsid w:val="00F75059"/>
    <w:rsid w:val="00F87519"/>
    <w:rsid w:val="00F94E63"/>
    <w:rsid w:val="00F9746F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cbac30d1-364b-46cc-a578-192b85645689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ari.kataster.ee/magic-link/a1f939ed-a2df-4431-836d-b7ea540f5872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3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2</TotalTime>
  <Pages>2</Pages>
  <Words>346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3</cp:revision>
  <cp:lastPrinted>2025-04-15T10:05:00Z</cp:lastPrinted>
  <dcterms:created xsi:type="dcterms:W3CDTF">2025-05-02T12:13:00Z</dcterms:created>
  <dcterms:modified xsi:type="dcterms:W3CDTF">2025-05-02T12:15:00Z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